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46E267AE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935D2B">
        <w:rPr>
          <w:rFonts w:ascii="Arial" w:hAnsi="Arial" w:cs="Arial"/>
          <w:b/>
          <w:szCs w:val="28"/>
          <w:u w:val="single"/>
        </w:rPr>
        <w:t>40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8228BC5" w:rsidR="00642CB4" w:rsidRDefault="00935D2B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11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F5396C">
        <w:rPr>
          <w:rFonts w:ascii="Arial" w:hAnsi="Arial" w:cs="Arial"/>
          <w:b/>
          <w:szCs w:val="28"/>
          <w:u w:val="single"/>
        </w:rPr>
        <w:t>DEZEMBRO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72F14DD5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9D3C33">
        <w:rPr>
          <w:rFonts w:ascii="Arial" w:hAnsi="Arial" w:cs="Arial"/>
          <w:caps/>
          <w:szCs w:val="28"/>
        </w:rPr>
        <w:t>11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F5396C">
        <w:rPr>
          <w:rFonts w:ascii="Arial" w:hAnsi="Arial" w:cs="Arial"/>
          <w:caps/>
          <w:szCs w:val="28"/>
        </w:rPr>
        <w:t>DEZEMBRO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9D3C33">
        <w:rPr>
          <w:rFonts w:ascii="Arial" w:hAnsi="Arial" w:cs="Arial"/>
          <w:caps/>
          <w:szCs w:val="28"/>
        </w:rPr>
        <w:t>40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9D3C33">
        <w:rPr>
          <w:rFonts w:ascii="Arial" w:hAnsi="Arial" w:cs="Arial"/>
          <w:caps/>
          <w:szCs w:val="28"/>
        </w:rPr>
        <w:t>QUADRAGÉSIMA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1BC4D8CB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AA0020">
        <w:rPr>
          <w:rFonts w:ascii="Arial" w:hAnsi="Arial" w:cs="Arial"/>
          <w:caps/>
          <w:szCs w:val="28"/>
        </w:rPr>
        <w:t>HINO NACIONAL BRASILEIRO</w:t>
      </w:r>
      <w:r w:rsidR="00022807" w:rsidRPr="00C34145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AA0020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9D3C33">
        <w:rPr>
          <w:rFonts w:ascii="Arial" w:hAnsi="Arial" w:cs="Arial"/>
          <w:b/>
          <w:szCs w:val="28"/>
        </w:rPr>
        <w:t>SIUFARNE DO CIDADE SALVADOR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7A078758" w14:textId="77777777" w:rsidR="00935D2B" w:rsidRPr="005C26E0" w:rsidRDefault="00935D2B" w:rsidP="00935D2B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0DE03195" w14:textId="3B318E81" w:rsidR="00935D2B" w:rsidRDefault="00935D2B" w:rsidP="00935D2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O </w:t>
      </w:r>
      <w:r w:rsidRPr="00935D2B">
        <w:rPr>
          <w:rFonts w:ascii="Arial" w:hAnsi="Arial" w:cs="Arial"/>
          <w:b/>
          <w:szCs w:val="24"/>
        </w:rPr>
        <w:t>SENHOR ANTONIO ROSEIRA, ENGENHEIRO DE ARMAMENTO E PROFESSOR DE DEFESA PESSOAL, PARA FALAR SOBRE O TEMA: “INTEGRAÇÃO CIVIL COM AS FORÇAS DE SEGURANÇA”</w:t>
      </w:r>
      <w:r>
        <w:rPr>
          <w:rFonts w:ascii="Arial" w:hAnsi="Arial" w:cs="Arial"/>
          <w:b/>
          <w:szCs w:val="24"/>
        </w:rPr>
        <w:t>.</w:t>
      </w:r>
    </w:p>
    <w:p w14:paraId="6CDAE948" w14:textId="77777777" w:rsidR="00935D2B" w:rsidRDefault="00935D2B" w:rsidP="00935D2B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5346C4A" w14:textId="1FD269E7" w:rsidR="00935D2B" w:rsidRDefault="00935D2B" w:rsidP="00935D2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SENHOR TEM O TEMPO DE 15 MINUTOS PARA FAZER USO DA TRIBUNA.</w:t>
      </w:r>
    </w:p>
    <w:p w14:paraId="672B138B" w14:textId="77777777" w:rsidR="00935D2B" w:rsidRDefault="00935D2B" w:rsidP="00935D2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7A99B254" w14:textId="77777777" w:rsidR="00935D2B" w:rsidRPr="005C26E0" w:rsidRDefault="00935D2B" w:rsidP="00935D2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755B43DD" w14:textId="472D6838" w:rsidR="00935D2B" w:rsidRDefault="00935D2B" w:rsidP="00935D2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PELO </w:t>
      </w:r>
      <w:r w:rsidRPr="00935D2B">
        <w:rPr>
          <w:rFonts w:ascii="Arial" w:hAnsi="Arial" w:cs="Arial"/>
          <w:b/>
          <w:szCs w:val="24"/>
        </w:rPr>
        <w:t>SENHOR ANTONIO ROSEIRA</w:t>
      </w:r>
      <w:r>
        <w:rPr>
          <w:rFonts w:ascii="Arial" w:hAnsi="Arial" w:cs="Arial"/>
          <w:szCs w:val="24"/>
        </w:rPr>
        <w:t>.</w:t>
      </w:r>
    </w:p>
    <w:p w14:paraId="4E8E7C20" w14:textId="01450D38" w:rsidR="000B2F13" w:rsidRDefault="000B2F13">
      <w:pPr>
        <w:rPr>
          <w:rFonts w:ascii="Arial" w:hAnsi="Arial" w:cs="Arial"/>
          <w:szCs w:val="24"/>
        </w:rPr>
      </w:pPr>
    </w:p>
    <w:p w14:paraId="421C7BBA" w14:textId="1CF893F6" w:rsidR="00F5396C" w:rsidRDefault="00F5396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750FB12" w14:textId="77777777" w:rsidR="0067440D" w:rsidRDefault="0067440D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83D4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483D45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15)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483D45">
        <w:rPr>
          <w:rFonts w:ascii="Arial" w:hAnsi="Arial" w:cs="Arial"/>
          <w:color w:val="FF0000"/>
          <w:szCs w:val="28"/>
          <w:lang w:eastAsia="ko-KR"/>
        </w:rPr>
        <w:t>16.7)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83D4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83D4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483D45">
        <w:rPr>
          <w:rFonts w:ascii="Arial" w:hAnsi="Arial" w:cs="Arial"/>
          <w:color w:val="FF0000"/>
          <w:szCs w:val="28"/>
          <w:lang w:eastAsia="ko-KR"/>
        </w:rPr>
        <w:t>17.7)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83D4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83D4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>QUE FAÇA A CHAMADA DOS INSCRITOS PARA FAZER USO DA PALAVRA N</w:t>
      </w:r>
      <w:bookmarkStart w:id="11" w:name="_GoBack"/>
      <w:bookmarkEnd w:id="11"/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1DBDA944" w14:textId="7E8AAE8C" w:rsidR="009D3C33" w:rsidRPr="009D3C33" w:rsidRDefault="009D3C33" w:rsidP="009D3C33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9D3C33">
        <w:rPr>
          <w:rFonts w:ascii="Arial" w:hAnsi="Arial" w:cs="Arial"/>
          <w:b/>
          <w:szCs w:val="28"/>
          <w:lang w:eastAsia="ko-KR"/>
        </w:rPr>
        <w:t>LEMBRO AOS VEREADORES QUE ESTA É A</w:t>
      </w:r>
      <w:r>
        <w:rPr>
          <w:rFonts w:ascii="Arial" w:hAnsi="Arial" w:cs="Arial"/>
          <w:b/>
          <w:szCs w:val="28"/>
          <w:lang w:eastAsia="ko-KR"/>
        </w:rPr>
        <w:t xml:space="preserve"> ÚLTIMA SESSÃO ORDINÁRIA DE 2025</w:t>
      </w:r>
      <w:r w:rsidRPr="009D3C33">
        <w:rPr>
          <w:rFonts w:ascii="Arial" w:hAnsi="Arial" w:cs="Arial"/>
          <w:b/>
          <w:szCs w:val="28"/>
          <w:lang w:eastAsia="ko-KR"/>
        </w:rPr>
        <w:t xml:space="preserve">. </w:t>
      </w:r>
    </w:p>
    <w:p w14:paraId="10134523" w14:textId="0EAC1F76" w:rsidR="009D3C33" w:rsidRPr="009D3C33" w:rsidRDefault="009D3C33" w:rsidP="009D3C33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b/>
          <w:szCs w:val="28"/>
          <w:lang w:eastAsia="ko-KR"/>
        </w:rPr>
        <w:t xml:space="preserve">ASSIM, </w:t>
      </w:r>
      <w:r w:rsidRPr="009D3C33">
        <w:rPr>
          <w:rFonts w:ascii="Arial" w:hAnsi="Arial" w:cs="Arial"/>
          <w:b/>
          <w:szCs w:val="28"/>
          <w:lang w:eastAsia="ko-KR"/>
        </w:rPr>
        <w:t xml:space="preserve">APROVEITO PARA DESEJAR A TODOS BOAS FESTAS, COM SAÚDE E PAZ E </w:t>
      </w:r>
      <w:proofErr w:type="gramStart"/>
      <w:r w:rsidRPr="009D3C33">
        <w:rPr>
          <w:rFonts w:ascii="Arial" w:hAnsi="Arial" w:cs="Arial"/>
          <w:b/>
          <w:szCs w:val="28"/>
          <w:lang w:eastAsia="ko-KR"/>
        </w:rPr>
        <w:t>AGRADEÇO</w:t>
      </w:r>
      <w:proofErr w:type="gramEnd"/>
      <w:r w:rsidRPr="009D3C33">
        <w:rPr>
          <w:rFonts w:ascii="Arial" w:hAnsi="Arial" w:cs="Arial"/>
          <w:b/>
          <w:szCs w:val="28"/>
          <w:lang w:eastAsia="ko-KR"/>
        </w:rPr>
        <w:t xml:space="preserve"> A TODOS PELO TRABALHO REALIZADO NESTE ANO</w:t>
      </w:r>
      <w:r>
        <w:rPr>
          <w:rFonts w:ascii="Arial" w:hAnsi="Arial" w:cs="Arial"/>
          <w:b/>
          <w:szCs w:val="28"/>
          <w:lang w:eastAsia="ko-KR"/>
        </w:rPr>
        <w:t>.</w:t>
      </w:r>
      <w:r w:rsidRPr="009D3C33">
        <w:rPr>
          <w:rFonts w:ascii="Arial" w:hAnsi="Arial" w:cs="Arial"/>
          <w:b/>
          <w:szCs w:val="28"/>
          <w:lang w:eastAsia="ko-KR"/>
        </w:rPr>
        <w:t xml:space="preserve"> </w:t>
      </w:r>
    </w:p>
    <w:p w14:paraId="47A69D24" w14:textId="77777777" w:rsidR="00D46102" w:rsidRDefault="00D46102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284A216D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9D3C33">
        <w:rPr>
          <w:rFonts w:ascii="Arial" w:hAnsi="Arial" w:cs="Arial"/>
          <w:szCs w:val="28"/>
          <w:lang w:eastAsia="ko-KR"/>
        </w:rPr>
        <w:t>11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F5396C">
        <w:rPr>
          <w:rFonts w:ascii="Arial" w:hAnsi="Arial" w:cs="Arial"/>
          <w:szCs w:val="28"/>
          <w:lang w:eastAsia="ko-KR"/>
        </w:rPr>
        <w:t>DEZEMBRO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9D3C33">
        <w:rPr>
          <w:rFonts w:ascii="Arial" w:hAnsi="Arial" w:cs="Arial"/>
          <w:szCs w:val="28"/>
          <w:lang w:eastAsia="ko-KR"/>
        </w:rPr>
        <w:t>40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9D3C33">
        <w:rPr>
          <w:rFonts w:ascii="Arial" w:hAnsi="Arial" w:cs="Arial"/>
          <w:szCs w:val="28"/>
          <w:lang w:eastAsia="ko-KR"/>
        </w:rPr>
        <w:t>QUADRAGÉSIMA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6866BF4E" w14:textId="091FAF94" w:rsidR="008665FB" w:rsidRDefault="00FC5D80" w:rsidP="00935D2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8665FB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75D8F8DB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935D2B">
      <w:rPr>
        <w:rFonts w:ascii="Arial" w:hAnsi="Arial" w:cs="Arial"/>
        <w:b/>
        <w:sz w:val="20"/>
        <w:u w:val="single"/>
      </w:rPr>
      <w:t>40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935D2B">
      <w:rPr>
        <w:rFonts w:ascii="Arial" w:hAnsi="Arial" w:cs="Arial"/>
        <w:b/>
        <w:sz w:val="20"/>
        <w:u w:val="single"/>
      </w:rPr>
      <w:t>11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</w:t>
    </w:r>
    <w:r w:rsidR="00F5396C">
      <w:rPr>
        <w:rFonts w:ascii="Arial" w:hAnsi="Arial" w:cs="Arial"/>
        <w:b/>
        <w:sz w:val="20"/>
        <w:u w:val="single"/>
      </w:rPr>
      <w:t>2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483D45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460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836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235"/>
    <w:rsid w:val="002625AE"/>
    <w:rsid w:val="00262F5C"/>
    <w:rsid w:val="002630DD"/>
    <w:rsid w:val="002635E2"/>
    <w:rsid w:val="0026460B"/>
    <w:rsid w:val="00267AC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96C62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0FB6"/>
    <w:rsid w:val="00351114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5F6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3D45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8E3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0A96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40D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6BD3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07EC9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8E3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5FB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400B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3AEB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2B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B7BBC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3C33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C04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0020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45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147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102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2C91"/>
    <w:rsid w:val="00D65FFF"/>
    <w:rsid w:val="00D66563"/>
    <w:rsid w:val="00D66A08"/>
    <w:rsid w:val="00D67547"/>
    <w:rsid w:val="00D7009C"/>
    <w:rsid w:val="00D703C3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0C0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273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0D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396C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4065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DA47-9E14-4EA7-A88C-90CDD6C3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614</TotalTime>
  <Pages>9</Pages>
  <Words>1350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209</cp:revision>
  <cp:lastPrinted>2025-12-10T19:51:00Z</cp:lastPrinted>
  <dcterms:created xsi:type="dcterms:W3CDTF">2024-10-15T16:10:00Z</dcterms:created>
  <dcterms:modified xsi:type="dcterms:W3CDTF">2025-12-10T19:51:00Z</dcterms:modified>
</cp:coreProperties>
</file>